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8C0E66" w:rsidRDefault="008C0E66" w:rsidP="00596C7E">
            <w:pPr>
              <w:rPr>
                <w:rStyle w:val="Potovnadresa"/>
                <w:b/>
              </w:rPr>
            </w:pPr>
            <w:r w:rsidRPr="008C0E66">
              <w:rPr>
                <w:rStyle w:val="Potovnadresa"/>
                <w:b/>
              </w:rPr>
              <w:t>Prostřednictvím E-ZAK</w:t>
            </w:r>
          </w:p>
        </w:tc>
      </w:tr>
      <w:tr w:rsidR="006C286A" w:rsidTr="00F862D6">
        <w:tc>
          <w:tcPr>
            <w:tcW w:w="1020" w:type="dxa"/>
          </w:tcPr>
          <w:p w:rsidR="006C286A" w:rsidRPr="001A7BAA" w:rsidRDefault="006C286A" w:rsidP="006C286A">
            <w:r w:rsidRPr="001A7BAA">
              <w:t>Naše zn.</w:t>
            </w:r>
          </w:p>
        </w:tc>
        <w:tc>
          <w:tcPr>
            <w:tcW w:w="2552" w:type="dxa"/>
          </w:tcPr>
          <w:p w:rsidR="006C286A" w:rsidRPr="001A7BAA" w:rsidRDefault="001A7BAA" w:rsidP="006C286A">
            <w:r w:rsidRPr="001A7BAA">
              <w:rPr>
                <w:rFonts w:ascii="Helvetica" w:hAnsi="Helvetica"/>
              </w:rPr>
              <w:t>7964/2023-SŽ-SSV-Ú3</w:t>
            </w:r>
          </w:p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/>
        </w:tc>
      </w:tr>
      <w:tr w:rsidR="006C286A" w:rsidTr="00F862D6">
        <w:tc>
          <w:tcPr>
            <w:tcW w:w="1020" w:type="dxa"/>
          </w:tcPr>
          <w:p w:rsidR="006C286A" w:rsidRPr="0045089A" w:rsidRDefault="006C286A" w:rsidP="006C286A">
            <w:r w:rsidRPr="0045089A">
              <w:t>Listů/příloh</w:t>
            </w:r>
          </w:p>
        </w:tc>
        <w:tc>
          <w:tcPr>
            <w:tcW w:w="2552" w:type="dxa"/>
          </w:tcPr>
          <w:p w:rsidR="006C286A" w:rsidRPr="0045089A" w:rsidRDefault="0045089A" w:rsidP="006C286A">
            <w:r w:rsidRPr="0045089A">
              <w:t>3</w:t>
            </w:r>
            <w:r w:rsidR="006C286A" w:rsidRPr="0045089A">
              <w:t>/</w:t>
            </w:r>
            <w:r w:rsidRPr="0045089A">
              <w:t>4</w:t>
            </w:r>
          </w:p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>
            <w:pPr>
              <w:rPr>
                <w:noProof/>
              </w:rPr>
            </w:pPr>
          </w:p>
        </w:tc>
      </w:tr>
      <w:tr w:rsidR="006C286A" w:rsidTr="00B23CA3">
        <w:trPr>
          <w:trHeight w:val="77"/>
        </w:trPr>
        <w:tc>
          <w:tcPr>
            <w:tcW w:w="1020" w:type="dxa"/>
          </w:tcPr>
          <w:p w:rsidR="006C286A" w:rsidRDefault="006C286A" w:rsidP="006C286A"/>
        </w:tc>
        <w:tc>
          <w:tcPr>
            <w:tcW w:w="2552" w:type="dxa"/>
          </w:tcPr>
          <w:p w:rsidR="006C286A" w:rsidRPr="003E6B9A" w:rsidRDefault="006C286A" w:rsidP="006C286A"/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/>
        </w:tc>
      </w:tr>
      <w:tr w:rsidR="006C286A" w:rsidTr="00F862D6">
        <w:tc>
          <w:tcPr>
            <w:tcW w:w="1020" w:type="dxa"/>
          </w:tcPr>
          <w:p w:rsidR="006C286A" w:rsidRDefault="006C286A" w:rsidP="006C286A">
            <w:r>
              <w:t>Vyřizuje</w:t>
            </w:r>
          </w:p>
        </w:tc>
        <w:tc>
          <w:tcPr>
            <w:tcW w:w="2552" w:type="dxa"/>
          </w:tcPr>
          <w:p w:rsidR="006C286A" w:rsidRPr="003E6B9A" w:rsidRDefault="006C286A" w:rsidP="006C286A">
            <w:r>
              <w:t>Ing. Kamila Přerovská</w:t>
            </w:r>
          </w:p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/>
        </w:tc>
      </w:tr>
      <w:tr w:rsidR="006C286A" w:rsidTr="00F862D6">
        <w:tc>
          <w:tcPr>
            <w:tcW w:w="1020" w:type="dxa"/>
          </w:tcPr>
          <w:p w:rsidR="006C286A" w:rsidRDefault="006C286A" w:rsidP="006C286A"/>
        </w:tc>
        <w:tc>
          <w:tcPr>
            <w:tcW w:w="2552" w:type="dxa"/>
          </w:tcPr>
          <w:p w:rsidR="006C286A" w:rsidRPr="003E6B9A" w:rsidRDefault="006C286A" w:rsidP="006C286A"/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/>
        </w:tc>
      </w:tr>
      <w:tr w:rsidR="006C286A" w:rsidTr="00F862D6">
        <w:tc>
          <w:tcPr>
            <w:tcW w:w="1020" w:type="dxa"/>
          </w:tcPr>
          <w:p w:rsidR="006C286A" w:rsidRDefault="006C286A" w:rsidP="006C286A">
            <w:r>
              <w:t>Mobil</w:t>
            </w:r>
          </w:p>
        </w:tc>
        <w:tc>
          <w:tcPr>
            <w:tcW w:w="2552" w:type="dxa"/>
          </w:tcPr>
          <w:p w:rsidR="006C286A" w:rsidRPr="003E6B9A" w:rsidRDefault="006C286A" w:rsidP="006C286A">
            <w:r>
              <w:t>702 164 086</w:t>
            </w:r>
          </w:p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/>
        </w:tc>
      </w:tr>
      <w:tr w:rsidR="006C286A" w:rsidTr="00F862D6">
        <w:tc>
          <w:tcPr>
            <w:tcW w:w="1020" w:type="dxa"/>
          </w:tcPr>
          <w:p w:rsidR="006C286A" w:rsidRDefault="006C286A" w:rsidP="006C286A">
            <w:r>
              <w:t>E-mail</w:t>
            </w:r>
          </w:p>
        </w:tc>
        <w:tc>
          <w:tcPr>
            <w:tcW w:w="2552" w:type="dxa"/>
          </w:tcPr>
          <w:p w:rsidR="006C286A" w:rsidRPr="003E6B9A" w:rsidRDefault="006F6A69" w:rsidP="006C286A">
            <w:hyperlink r:id="rId11" w:history="1">
              <w:r w:rsidR="006C286A" w:rsidRPr="003B7CE3">
                <w:rPr>
                  <w:rStyle w:val="Hypertextovodkaz"/>
                </w:rPr>
                <w:t>Prerovska@spravazeleznic.cz</w:t>
              </w:r>
            </w:hyperlink>
            <w:r w:rsidR="006C286A">
              <w:t xml:space="preserve"> </w:t>
            </w:r>
          </w:p>
        </w:tc>
        <w:tc>
          <w:tcPr>
            <w:tcW w:w="823" w:type="dxa"/>
          </w:tcPr>
          <w:p w:rsidR="006C286A" w:rsidRDefault="006C286A" w:rsidP="006C286A"/>
        </w:tc>
        <w:tc>
          <w:tcPr>
            <w:tcW w:w="3685" w:type="dxa"/>
            <w:vMerge/>
          </w:tcPr>
          <w:p w:rsidR="006C286A" w:rsidRDefault="006C286A" w:rsidP="006C286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F6A69">
              <w:rPr>
                <w:noProof/>
              </w:rPr>
              <w:t>13. července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8C0E66">
            <w:pPr>
              <w:ind w:left="567"/>
            </w:pPr>
          </w:p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A38B9" w:rsidRPr="00DA38B9">
        <w:rPr>
          <w:rFonts w:eastAsia="Calibri" w:cs="Times New Roman"/>
          <w:b/>
          <w:lang w:eastAsia="cs-CZ"/>
        </w:rPr>
        <w:t>Výstavba železniční zastávky Pardubice centrum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A7BA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A38B9">
        <w:rPr>
          <w:rFonts w:eastAsia="Calibri" w:cs="Times New Roman"/>
          <w:lang w:eastAsia="cs-CZ"/>
        </w:rPr>
        <w:t>1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6C286A" w:rsidRDefault="006C286A" w:rsidP="006C286A">
      <w:pPr>
        <w:spacing w:after="0"/>
      </w:pPr>
      <w:r>
        <w:t>PS 07-22-07       Zastávka Pardubice Centrum, přenosový systém a TDS</w:t>
      </w:r>
    </w:p>
    <w:p w:rsidR="00CB7B5A" w:rsidRDefault="006C286A" w:rsidP="001A7BAA">
      <w:pPr>
        <w:spacing w:after="0" w:line="240" w:lineRule="auto"/>
        <w:jc w:val="both"/>
        <w:rPr>
          <w:lang w:eastAsia="cs-CZ"/>
        </w:rPr>
      </w:pPr>
      <w:r>
        <w:rPr>
          <w:lang w:eastAsia="cs-CZ"/>
        </w:rPr>
        <w:t>Žádáme zadavatele o prověření potřebnosti položky č. 2 - DATOVÁ INFRASTRUKTURA LAN, SÍŤOVÝ CE MODUL 4X1G – 1ks. Dle schématu je v </w:t>
      </w:r>
      <w:proofErr w:type="spellStart"/>
      <w:r>
        <w:rPr>
          <w:lang w:eastAsia="cs-CZ"/>
        </w:rPr>
        <w:t>žst</w:t>
      </w:r>
      <w:proofErr w:type="spellEnd"/>
      <w:r>
        <w:rPr>
          <w:lang w:eastAsia="cs-CZ"/>
        </w:rPr>
        <w:t xml:space="preserve">. Pardubice </w:t>
      </w:r>
      <w:proofErr w:type="spellStart"/>
      <w:proofErr w:type="gramStart"/>
      <w:r>
        <w:rPr>
          <w:lang w:eastAsia="cs-CZ"/>
        </w:rPr>
        <w:t>hl.n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nový CE </w:t>
      </w:r>
      <w:proofErr w:type="spellStart"/>
      <w:r>
        <w:rPr>
          <w:lang w:eastAsia="cs-CZ"/>
        </w:rPr>
        <w:t>router</w:t>
      </w:r>
      <w:proofErr w:type="spellEnd"/>
      <w:r>
        <w:rPr>
          <w:lang w:eastAsia="cs-CZ"/>
        </w:rPr>
        <w:t xml:space="preserve"> s 24 SFP porty a tato položka se nám jeví jako nadbytečná.</w:t>
      </w:r>
    </w:p>
    <w:p w:rsidR="001A7BAA" w:rsidRPr="006C286A" w:rsidRDefault="001A7BAA" w:rsidP="001A7B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C286A" w:rsidRPr="001A7BAA" w:rsidRDefault="00712B51" w:rsidP="001A7B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7BAA">
        <w:rPr>
          <w:rFonts w:eastAsia="Calibri" w:cs="Times New Roman"/>
          <w:bCs/>
          <w:lang w:eastAsia="cs-CZ"/>
        </w:rPr>
        <w:t xml:space="preserve">Položka č. 2 je v rámci výstavby </w:t>
      </w:r>
      <w:proofErr w:type="spellStart"/>
      <w:r w:rsidRPr="001A7BAA">
        <w:rPr>
          <w:rFonts w:eastAsia="Calibri" w:cs="Times New Roman"/>
          <w:bCs/>
          <w:lang w:eastAsia="cs-CZ"/>
        </w:rPr>
        <w:t>zast</w:t>
      </w:r>
      <w:proofErr w:type="spellEnd"/>
      <w:r w:rsidRPr="001A7BAA">
        <w:rPr>
          <w:rFonts w:eastAsia="Calibri" w:cs="Times New Roman"/>
          <w:bCs/>
          <w:lang w:eastAsia="cs-CZ"/>
        </w:rPr>
        <w:t>. Pardubice centrum nutná. Jedná se o optické rozhraní</w:t>
      </w:r>
      <w:r w:rsidR="00C46318" w:rsidRPr="001A7BAA">
        <w:rPr>
          <w:rFonts w:eastAsia="Calibri" w:cs="Times New Roman"/>
          <w:bCs/>
          <w:lang w:eastAsia="cs-CZ"/>
        </w:rPr>
        <w:t xml:space="preserve"> (síťový modul pro SFP)</w:t>
      </w:r>
      <w:r w:rsidRPr="001A7BAA">
        <w:rPr>
          <w:rFonts w:eastAsia="Calibri" w:cs="Times New Roman"/>
          <w:bCs/>
          <w:lang w:eastAsia="cs-CZ"/>
        </w:rPr>
        <w:t xml:space="preserve"> pro L2 </w:t>
      </w:r>
      <w:proofErr w:type="spellStart"/>
      <w:r w:rsidRPr="001A7BAA">
        <w:rPr>
          <w:rFonts w:eastAsia="Calibri" w:cs="Times New Roman"/>
          <w:bCs/>
          <w:lang w:eastAsia="cs-CZ"/>
        </w:rPr>
        <w:t>switch</w:t>
      </w:r>
      <w:proofErr w:type="spellEnd"/>
      <w:r w:rsidRPr="001A7BAA">
        <w:rPr>
          <w:rFonts w:eastAsia="Calibri" w:cs="Times New Roman"/>
          <w:bCs/>
          <w:lang w:eastAsia="cs-CZ"/>
        </w:rPr>
        <w:t xml:space="preserve"> (položka </w:t>
      </w:r>
      <w:proofErr w:type="gramStart"/>
      <w:r w:rsidRPr="001A7BAA">
        <w:rPr>
          <w:rFonts w:eastAsia="Calibri" w:cs="Times New Roman"/>
          <w:bCs/>
          <w:lang w:eastAsia="cs-CZ"/>
        </w:rPr>
        <w:t>č.1)</w:t>
      </w:r>
      <w:r w:rsidR="00C46318" w:rsidRPr="001A7BAA">
        <w:rPr>
          <w:rFonts w:eastAsia="Calibri" w:cs="Times New Roman"/>
          <w:bCs/>
          <w:lang w:eastAsia="cs-CZ"/>
        </w:rPr>
        <w:t xml:space="preserve"> v </w:t>
      </w:r>
      <w:proofErr w:type="spellStart"/>
      <w:r w:rsidR="00C46318" w:rsidRPr="001A7BAA">
        <w:rPr>
          <w:rFonts w:eastAsia="Calibri" w:cs="Times New Roman"/>
          <w:bCs/>
          <w:lang w:eastAsia="cs-CZ"/>
        </w:rPr>
        <w:t>zast</w:t>
      </w:r>
      <w:proofErr w:type="spellEnd"/>
      <w:r w:rsidR="00C46318" w:rsidRPr="001A7BAA">
        <w:rPr>
          <w:rFonts w:eastAsia="Calibri" w:cs="Times New Roman"/>
          <w:bCs/>
          <w:lang w:eastAsia="cs-CZ"/>
        </w:rPr>
        <w:t>.</w:t>
      </w:r>
      <w:proofErr w:type="gramEnd"/>
      <w:r w:rsidR="00C46318" w:rsidRPr="001A7BAA">
        <w:rPr>
          <w:rFonts w:eastAsia="Calibri" w:cs="Times New Roman"/>
          <w:bCs/>
          <w:lang w:eastAsia="cs-CZ"/>
        </w:rPr>
        <w:t xml:space="preserve"> Pardubice centrum umožňující osazení až 4ks SFP 1G.</w:t>
      </w:r>
    </w:p>
    <w:p w:rsidR="00C46318" w:rsidRPr="001A7BAA" w:rsidRDefault="00C46318" w:rsidP="001A7B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7BAA">
        <w:rPr>
          <w:rFonts w:eastAsia="Calibri" w:cs="Times New Roman"/>
          <w:bCs/>
          <w:lang w:eastAsia="cs-CZ"/>
        </w:rPr>
        <w:t xml:space="preserve">V rámci související stavby byl v ŽST Pardubice hl. n. osazen </w:t>
      </w:r>
      <w:proofErr w:type="spellStart"/>
      <w:r w:rsidRPr="001A7BAA">
        <w:rPr>
          <w:rFonts w:eastAsia="Calibri" w:cs="Times New Roman"/>
          <w:bCs/>
          <w:lang w:eastAsia="cs-CZ"/>
        </w:rPr>
        <w:t>stack</w:t>
      </w:r>
      <w:proofErr w:type="spellEnd"/>
      <w:r w:rsidRPr="001A7BAA">
        <w:rPr>
          <w:rFonts w:eastAsia="Calibri" w:cs="Times New Roman"/>
          <w:bCs/>
          <w:lang w:eastAsia="cs-CZ"/>
        </w:rPr>
        <w:t xml:space="preserve"> </w:t>
      </w:r>
      <w:proofErr w:type="gramStart"/>
      <w:r w:rsidRPr="001A7BAA">
        <w:rPr>
          <w:rFonts w:eastAsia="Calibri" w:cs="Times New Roman"/>
          <w:bCs/>
          <w:lang w:eastAsia="cs-CZ"/>
        </w:rPr>
        <w:t>CE(L3</w:t>
      </w:r>
      <w:proofErr w:type="gramEnd"/>
      <w:r w:rsidRPr="001A7BAA">
        <w:rPr>
          <w:rFonts w:eastAsia="Calibri" w:cs="Times New Roman"/>
          <w:bCs/>
          <w:lang w:eastAsia="cs-CZ"/>
        </w:rPr>
        <w:t xml:space="preserve">) </w:t>
      </w:r>
      <w:proofErr w:type="spellStart"/>
      <w:r w:rsidRPr="001A7BAA">
        <w:rPr>
          <w:rFonts w:eastAsia="Calibri" w:cs="Times New Roman"/>
          <w:bCs/>
          <w:lang w:eastAsia="cs-CZ"/>
        </w:rPr>
        <w:t>switchů</w:t>
      </w:r>
      <w:proofErr w:type="spellEnd"/>
      <w:r w:rsidRPr="001A7BAA">
        <w:rPr>
          <w:rFonts w:eastAsia="Calibri" w:cs="Times New Roman"/>
          <w:bCs/>
          <w:lang w:eastAsia="cs-CZ"/>
        </w:rPr>
        <w:t xml:space="preserve"> vždy s 8x1G/10G.</w:t>
      </w:r>
    </w:p>
    <w:p w:rsidR="001A7BAA" w:rsidRDefault="001A7BA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A7BAA" w:rsidRDefault="001A7BA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6C286A" w:rsidRDefault="006C286A" w:rsidP="006C286A">
      <w:pPr>
        <w:spacing w:after="0"/>
      </w:pPr>
      <w:r>
        <w:t>PS 07-22-07        Zastávka Pardubice Centrum, přenosový systém a TDS</w:t>
      </w:r>
    </w:p>
    <w:p w:rsidR="006C286A" w:rsidRDefault="006C286A" w:rsidP="001A7BAA">
      <w:pPr>
        <w:spacing w:after="0"/>
        <w:jc w:val="both"/>
      </w:pPr>
      <w:r>
        <w:t>Žádáme zadavatele o prověření množství u položky č. 5 -</w:t>
      </w:r>
      <w:bookmarkStart w:id="1" w:name="_Hlk139921088"/>
      <w:r>
        <w:t xml:space="preserve"> PŘEVODNÍK - SFP 10G, KRÁTKÝ DOSAH</w:t>
      </w:r>
      <w:bookmarkEnd w:id="1"/>
      <w:r>
        <w:t xml:space="preserve"> – 3ks</w:t>
      </w:r>
      <w:r>
        <w:rPr>
          <w:lang w:eastAsia="cs-CZ"/>
        </w:rPr>
        <w:t xml:space="preserve">. Dle schématu jsou potřebné jen 2 kusy pro lokality Pardubice centrum a Pardubice </w:t>
      </w:r>
      <w:proofErr w:type="spellStart"/>
      <w:proofErr w:type="gramStart"/>
      <w:r>
        <w:rPr>
          <w:lang w:eastAsia="cs-CZ"/>
        </w:rPr>
        <w:t>hl.n</w:t>
      </w:r>
      <w:proofErr w:type="spellEnd"/>
      <w:r>
        <w:rPr>
          <w:lang w:eastAsia="cs-CZ"/>
        </w:rPr>
        <w:t>.</w:t>
      </w:r>
      <w:proofErr w:type="gramEnd"/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C286A" w:rsidRPr="001A7BAA" w:rsidRDefault="00C03EF1" w:rsidP="001A7B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7BAA">
        <w:rPr>
          <w:rFonts w:eastAsia="Calibri" w:cs="Times New Roman"/>
          <w:bCs/>
          <w:lang w:eastAsia="cs-CZ"/>
        </w:rPr>
        <w:t xml:space="preserve">U položky </w:t>
      </w:r>
      <w:proofErr w:type="gramStart"/>
      <w:r w:rsidRPr="001A7BAA">
        <w:rPr>
          <w:rFonts w:eastAsia="Calibri" w:cs="Times New Roman"/>
          <w:bCs/>
          <w:lang w:eastAsia="cs-CZ"/>
        </w:rPr>
        <w:t>č.5 je</w:t>
      </w:r>
      <w:proofErr w:type="gramEnd"/>
      <w:r w:rsidRPr="001A7BAA">
        <w:rPr>
          <w:rFonts w:eastAsia="Calibri" w:cs="Times New Roman"/>
          <w:bCs/>
          <w:lang w:eastAsia="cs-CZ"/>
        </w:rPr>
        <w:t xml:space="preserve"> správné množství 2ks. Zároveň bude využit „PŘEVODNÍK - SFP 1G, KRÁTKÝ DOSAH“.</w:t>
      </w:r>
    </w:p>
    <w:p w:rsidR="00DA38B9" w:rsidRDefault="00DA38B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336F75" w:rsidRDefault="00336F7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A38B9" w:rsidRPr="00CB7B5A" w:rsidRDefault="00DA38B9" w:rsidP="00DA38B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:rsidR="00DA38B9" w:rsidRPr="00CB7B5A" w:rsidRDefault="006C286A" w:rsidP="001A7BA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Žádáme zadavatele o prodloužení termínu podání nabídek o 5 dní z důvodu narušení komunikačního řetězce se subdodavateli vlivem hromadného čerpání dovolených</w:t>
      </w:r>
      <w:r w:rsidR="001A7BAA">
        <w:t>.</w:t>
      </w:r>
    </w:p>
    <w:p w:rsidR="001A7BAA" w:rsidRDefault="001A7BAA" w:rsidP="00DA38B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DA38B9" w:rsidRPr="00CB7B5A" w:rsidRDefault="00DA38B9" w:rsidP="00DA38B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6C286A" w:rsidRPr="001A7BAA" w:rsidRDefault="00732027" w:rsidP="001A7B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A7BAA">
        <w:rPr>
          <w:rFonts w:eastAsia="Calibri" w:cs="Times New Roman"/>
          <w:bCs/>
          <w:lang w:eastAsia="cs-CZ"/>
        </w:rPr>
        <w:t xml:space="preserve">S ohledem na plánovanou výlukovou činnost a nutnou koordinaci stavebních prací </w:t>
      </w:r>
      <w:r w:rsidR="00495BB4" w:rsidRPr="001A7BAA">
        <w:rPr>
          <w:rFonts w:eastAsia="Calibri" w:cs="Times New Roman"/>
          <w:bCs/>
          <w:lang w:eastAsia="cs-CZ"/>
        </w:rPr>
        <w:t>staveb</w:t>
      </w:r>
      <w:r w:rsidRPr="001A7BAA">
        <w:rPr>
          <w:rFonts w:eastAsia="Calibri" w:cs="Times New Roman"/>
          <w:bCs/>
          <w:lang w:eastAsia="cs-CZ"/>
        </w:rPr>
        <w:t xml:space="preserve"> </w:t>
      </w:r>
      <w:r w:rsidR="00495BB4" w:rsidRPr="001A7BAA">
        <w:rPr>
          <w:rFonts w:eastAsia="Calibri" w:cs="Times New Roman"/>
          <w:bCs/>
          <w:lang w:eastAsia="cs-CZ"/>
        </w:rPr>
        <w:t>„</w:t>
      </w:r>
      <w:r w:rsidRPr="001A7BAA">
        <w:rPr>
          <w:rFonts w:eastAsia="Calibri" w:cs="Times New Roman"/>
          <w:bCs/>
          <w:lang w:eastAsia="cs-CZ"/>
        </w:rPr>
        <w:t>Výstavba železniční zastávky Pardubice centrum“ a „Modernizace železničního uzlu Pardubice“ nelze prodloužit lhůtu pro podání nabídek.</w:t>
      </w:r>
    </w:p>
    <w:p w:rsidR="00DA38B9" w:rsidRDefault="00DA38B9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2A82" w:rsidRDefault="00E22A8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2A82" w:rsidRDefault="00E22A82" w:rsidP="00E22A8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4:</w:t>
      </w:r>
    </w:p>
    <w:p w:rsidR="00E22A82" w:rsidRDefault="00E22A82" w:rsidP="00E22A82">
      <w:pPr>
        <w:spacing w:after="0" w:line="240" w:lineRule="auto"/>
      </w:pPr>
      <w:r>
        <w:rPr>
          <w:b/>
        </w:rPr>
        <w:t>PS 07-22-08</w:t>
      </w:r>
      <w:r>
        <w:t xml:space="preserve"> (Zastávka Pardubice centrum, DDTS ŽDC):</w:t>
      </w:r>
    </w:p>
    <w:p w:rsidR="00E22A82" w:rsidRDefault="00E22A82" w:rsidP="00E22A82">
      <w:pPr>
        <w:jc w:val="both"/>
      </w:pPr>
      <w:r>
        <w:t xml:space="preserve">V projektové dokumentaci je uvedeno, že nově integrované zařízení bude integrováno do </w:t>
      </w:r>
      <w:proofErr w:type="spellStart"/>
      <w:r>
        <w:t>InS</w:t>
      </w:r>
      <w:proofErr w:type="spellEnd"/>
      <w:r>
        <w:t xml:space="preserve"> Pardubice a </w:t>
      </w:r>
      <w:proofErr w:type="spellStart"/>
      <w:r>
        <w:t>InS</w:t>
      </w:r>
      <w:proofErr w:type="spellEnd"/>
      <w:r>
        <w:t xml:space="preserve"> CDP Praha. Ve výkazu výměr nejsou uvedeny správné počty kusů integrovaných technologií. Budou jednotlivá TLS integrována na </w:t>
      </w:r>
      <w:proofErr w:type="spellStart"/>
      <w:r>
        <w:t>InS</w:t>
      </w:r>
      <w:proofErr w:type="spellEnd"/>
      <w:r>
        <w:t xml:space="preserve"> CDP Praha? </w:t>
      </w:r>
    </w:p>
    <w:p w:rsidR="00E22A82" w:rsidRDefault="00E22A82" w:rsidP="00E22A82">
      <w:pPr>
        <w:jc w:val="both"/>
      </w:pPr>
      <w:r>
        <w:t>Položka č. 9       DDTS ŽDC, INTEGRACE OSV DO SERVERŮ A KLIENTŮ DDTS ŽDC 2 ks. Dle projektové dokumentace by mělo být 4 ks .</w:t>
      </w:r>
    </w:p>
    <w:p w:rsidR="00E22A82" w:rsidRDefault="00E22A82" w:rsidP="00E22A82">
      <w:pPr>
        <w:jc w:val="both"/>
      </w:pPr>
      <w:r>
        <w:lastRenderedPageBreak/>
        <w:t xml:space="preserve">Položka č. 10     DDTS ŽDC, ROZŠÍŘENÍ INTEGRACE OSV DO SERVERŮ A KLIENTŮ DDTS ŽDC 2 ks . Dle projektové dokumentace by mělo být 4 ks. </w:t>
      </w:r>
    </w:p>
    <w:p w:rsidR="00E22A82" w:rsidRDefault="00E22A82" w:rsidP="00E22A82">
      <w:pPr>
        <w:jc w:val="both"/>
      </w:pPr>
      <w:r>
        <w:t xml:space="preserve">Položka č. 13     DDTS ŽDC, INTEGRACE OSE DO SERVERŮ A KLIENTŮ DDTS ŽDC 1 ks. Dle předchozí položky č. 12 se do </w:t>
      </w:r>
      <w:proofErr w:type="spellStart"/>
      <w:r>
        <w:t>InK</w:t>
      </w:r>
      <w:proofErr w:type="spellEnd"/>
      <w:r>
        <w:t xml:space="preserve"> bude integrovat 2 ks OSE. Dle projektové dokumentace by mělo být 4 ks. </w:t>
      </w:r>
    </w:p>
    <w:p w:rsidR="00E22A82" w:rsidRDefault="00E22A82" w:rsidP="00E22A82">
      <w:pPr>
        <w:jc w:val="both"/>
      </w:pPr>
      <w:r>
        <w:t xml:space="preserve">Položka č. 14     DDTS ŽDC, ROZŠÍŘENÍ INTEGRACE OSE DO SERVERŮ A KLIENTŮ DDTS ŽDC. Dle předchozí položky č. 12 se do </w:t>
      </w:r>
      <w:proofErr w:type="spellStart"/>
      <w:r>
        <w:t>InK</w:t>
      </w:r>
      <w:proofErr w:type="spellEnd"/>
      <w:r>
        <w:t xml:space="preserve"> bude integrovat 2 ks OSE. Dle projektové dokumentace by mělo být 4 ks. </w:t>
      </w:r>
    </w:p>
    <w:p w:rsidR="00E22A82" w:rsidRDefault="00E22A82" w:rsidP="00E22A82">
      <w:pPr>
        <w:jc w:val="both"/>
      </w:pPr>
      <w:r>
        <w:t>Položka č. 16     DDTS ŽDC, INTEGRACE ROZ DO SERVERŮ A KLIENTŮ DDTS ŽDC 1 ks. Dle projektové dokumentace by mělo být 2 ks .</w:t>
      </w:r>
    </w:p>
    <w:p w:rsidR="00E22A82" w:rsidRDefault="00E22A82" w:rsidP="00E22A82">
      <w:pPr>
        <w:jc w:val="both"/>
      </w:pPr>
      <w:r>
        <w:t>Položka č. 18     DDTS ŽDC, INTEGRACE KAM DO SERVERŮ A KLIENTŮ DDTS ŽDC 1 ks. Dle projektové dokumentace by mělo být 2 ks .</w:t>
      </w:r>
    </w:p>
    <w:p w:rsidR="00E22A82" w:rsidRDefault="00E22A82" w:rsidP="00E22A82">
      <w:pPr>
        <w:jc w:val="both"/>
      </w:pPr>
      <w:r>
        <w:t>Položka č. 20     DDTS ŽDC, INTEGRACE AKTIVNÍHO PRVKU PŘENOSOVÉHO SYSTÉMU LTDS DO SERVERŮ A KLIENTŮ DDTS ŽDC 1 ks. Dle projektové dokumentace by mělo být 2 ks .</w:t>
      </w:r>
    </w:p>
    <w:p w:rsidR="00E22A82" w:rsidRDefault="00E22A82" w:rsidP="00E22A82">
      <w:pPr>
        <w:jc w:val="both"/>
      </w:pPr>
      <w:r>
        <w:t xml:space="preserve">Položka č. 22     DDTS ŽDC, ROZŠÍŘENÍ INTEGRACE ISC DO INK DDTS ŽDC 1 ks. Dle projektové dokumentace by mělo být 2 ks. </w:t>
      </w:r>
    </w:p>
    <w:p w:rsidR="00E22A82" w:rsidRDefault="00E22A82" w:rsidP="00E22A82">
      <w:pPr>
        <w:jc w:val="both"/>
      </w:pPr>
      <w:r>
        <w:t xml:space="preserve">Položka č. 23     DDTS ŽDC, INTEGRACE ISC DO SERVERŮ A KLIENTŮ DDTS ŽDC 1 ks. Dle projektové dokumentace by mělo být 2 ks. </w:t>
      </w:r>
    </w:p>
    <w:p w:rsidR="00E22A82" w:rsidRDefault="00E22A82" w:rsidP="00E22A82">
      <w:pPr>
        <w:jc w:val="both"/>
      </w:pPr>
      <w:r>
        <w:t xml:space="preserve">Položka č. 26     DDTS ŽDC, INTEGRACE NAPÁJECÍHO ZDROJE DO SERVERŮ A KLIENTŮ DDTS ŽDC .Dle předchozí položky č. 25 se do </w:t>
      </w:r>
      <w:proofErr w:type="spellStart"/>
      <w:r>
        <w:t>InK</w:t>
      </w:r>
      <w:proofErr w:type="spellEnd"/>
      <w:r>
        <w:t xml:space="preserve"> bude integrovat 3 ks napájecí zdroj. Dle projektové dokumentace by mělo být 6 ks. </w:t>
      </w:r>
    </w:p>
    <w:p w:rsidR="00E22A82" w:rsidRDefault="00E22A82" w:rsidP="00E22A82">
      <w:pPr>
        <w:jc w:val="both"/>
      </w:pPr>
      <w:r>
        <w:t xml:space="preserve">Položky č. 27 a 28   DDTS ŽDC, INTEGRACE PZTS DO INK DDTS ŽDC. Položka je totožná. Jedná se o 2 ks stejné technologie nebo bude technologie PZTS integrována na </w:t>
      </w:r>
      <w:proofErr w:type="spellStart"/>
      <w:r>
        <w:t>InS</w:t>
      </w:r>
      <w:proofErr w:type="spellEnd"/>
      <w:r>
        <w:t xml:space="preserve">? Pokud ano. Měla by být jedna z výše uvedených položek nahrazena 75O949  DDTS ŽDC, INTEGRACE PZTS DO SERVERŮ A KLIENTŮ DDTS ŽDC v počtu 2 ks. </w:t>
      </w:r>
    </w:p>
    <w:p w:rsidR="00E22A82" w:rsidRDefault="00E22A82" w:rsidP="00E22A82">
      <w:pPr>
        <w:jc w:val="both"/>
      </w:pPr>
      <w:r>
        <w:t xml:space="preserve">Položka č. 30     DDTS ŽDC, INTEGRACE EE DO SERVERŮ A KLIENTŮ DDTS ŽDC 1 ks. Dle projektové dokumentace by mělo být 2 ks. </w:t>
      </w:r>
    </w:p>
    <w:p w:rsidR="00E22A82" w:rsidRDefault="00E22A82" w:rsidP="00E22A82">
      <w:pPr>
        <w:jc w:val="both"/>
      </w:pPr>
      <w:r>
        <w:t xml:space="preserve">Položka č. 32     DDTS ŽDC, INTEGRACE KLIMATIZAČNÍ NEBO VZT JEDNOTKY DO SERVERŮ A KLIENTŮ DDTS ŽDC 1 ks. Dle projektové dokumentace by mělo být 2 ks. </w:t>
      </w:r>
    </w:p>
    <w:p w:rsidR="00E22A82" w:rsidRDefault="00E22A82" w:rsidP="00E22A82">
      <w:pPr>
        <w:jc w:val="both"/>
      </w:pPr>
      <w:r>
        <w:t xml:space="preserve">Položka č. 34     DDTS ŽDC, INTEGRACE ČIDLA NEBO SENZORU DO SERVERŮ A KLIENTŮ DDTS ŽDC 1 ks. Dle projektové dokumentace by mělo být 2 ks. </w:t>
      </w:r>
    </w:p>
    <w:p w:rsidR="00E22A82" w:rsidRDefault="00E22A82" w:rsidP="00E22A82">
      <w:pPr>
        <w:jc w:val="both"/>
      </w:pPr>
      <w:r>
        <w:t xml:space="preserve">Položka č. 36     DDTS ŽDC, ZÁVĚREČNÁ ZKOUŠKA. Pokud budou technologie integrovány i na CDP Praha, bude potřeba adekvátně navýšit počet hodin. </w:t>
      </w:r>
    </w:p>
    <w:p w:rsidR="00E22A82" w:rsidRDefault="00E22A82" w:rsidP="00E22A82">
      <w:pPr>
        <w:spacing w:after="0" w:line="240" w:lineRule="auto"/>
        <w:jc w:val="both"/>
      </w:pPr>
      <w:r>
        <w:t>Žádáme zadavatele o prověření a opravu výkazu výměr.</w:t>
      </w:r>
    </w:p>
    <w:p w:rsidR="00E22A82" w:rsidRDefault="00E22A82" w:rsidP="00E22A8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22A82" w:rsidRDefault="00E22A82" w:rsidP="00E22A82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22A82" w:rsidRDefault="00E22A82" w:rsidP="00E22A8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Odpověď: </w:t>
      </w:r>
    </w:p>
    <w:p w:rsidR="00E22A82" w:rsidRDefault="00E22A82" w:rsidP="00E22A82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lang w:eastAsia="cs-CZ"/>
        </w:rPr>
        <w:t>Byla provedena kontrola a úprava soupisu prací PS 07-22-08: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9 opravena na 4ks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10 opravena na 4ks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 xml:space="preserve">Položka č. 13 opravena na 2ks 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14 opravena na 4ks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16 opravena na 2ks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18 opravena na 2ks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20 opravena na 2ks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 xml:space="preserve">Položka č. 22 ponecháno 1ks 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lastRenderedPageBreak/>
        <w:t>Položka č. 23 opravena na 2ks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Místo položky 22 opravena položka 24 na počet 2ks.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26 opravena na 6ks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27 ponechána původní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28 opravena na 75O949</w:t>
      </w:r>
      <w:r w:rsidRPr="00E22A82">
        <w:rPr>
          <w:rFonts w:eastAsia="Calibri" w:cs="Times New Roman"/>
          <w:lang w:eastAsia="cs-CZ"/>
        </w:rPr>
        <w:tab/>
        <w:t>DDTS ŽDC, INTEGRACE PZTS DO SERVERŮ A KLIENTŮ DDTS ŽDC</w:t>
      </w:r>
      <w:r w:rsidRPr="00E22A82">
        <w:rPr>
          <w:rFonts w:eastAsia="Calibri" w:cs="Times New Roman"/>
          <w:lang w:eastAsia="cs-CZ"/>
        </w:rPr>
        <w:tab/>
        <w:t>KUS</w:t>
      </w:r>
      <w:r w:rsidRPr="00E22A82">
        <w:rPr>
          <w:rFonts w:eastAsia="Calibri" w:cs="Times New Roman"/>
          <w:lang w:eastAsia="cs-CZ"/>
        </w:rPr>
        <w:tab/>
        <w:t>2,000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30 opravena na 2ks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32 opravena na 2ks</w:t>
      </w:r>
    </w:p>
    <w:p w:rsidR="00E22A82" w:rsidRPr="00E22A82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34 opravena na 2ks</w:t>
      </w:r>
    </w:p>
    <w:p w:rsidR="00DA38B9" w:rsidRDefault="00E22A82" w:rsidP="00E22A82">
      <w:pPr>
        <w:spacing w:after="0" w:line="240" w:lineRule="auto"/>
        <w:rPr>
          <w:rFonts w:eastAsia="Calibri" w:cs="Times New Roman"/>
          <w:lang w:eastAsia="cs-CZ"/>
        </w:rPr>
      </w:pPr>
      <w:r w:rsidRPr="00E22A82">
        <w:rPr>
          <w:rFonts w:eastAsia="Calibri" w:cs="Times New Roman"/>
          <w:lang w:eastAsia="cs-CZ"/>
        </w:rPr>
        <w:t>Položka č. 36 opravena na 48hod</w:t>
      </w:r>
    </w:p>
    <w:p w:rsidR="00272C4C" w:rsidRDefault="00272C4C" w:rsidP="00E22A82">
      <w:pPr>
        <w:spacing w:after="0" w:line="240" w:lineRule="auto"/>
        <w:rPr>
          <w:rFonts w:eastAsia="Calibri" w:cs="Times New Roman"/>
          <w:lang w:eastAsia="cs-CZ"/>
        </w:rPr>
      </w:pPr>
    </w:p>
    <w:p w:rsidR="00272C4C" w:rsidRDefault="00272C4C" w:rsidP="00E22A82">
      <w:pPr>
        <w:spacing w:after="0" w:line="240" w:lineRule="auto"/>
        <w:rPr>
          <w:rFonts w:eastAsia="Calibri" w:cs="Times New Roman"/>
          <w:lang w:eastAsia="cs-CZ"/>
        </w:rPr>
      </w:pPr>
    </w:p>
    <w:p w:rsidR="00272C4C" w:rsidRDefault="00272C4C" w:rsidP="00272C4C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5</w:t>
      </w:r>
      <w:r w:rsidRPr="00CB7B5A">
        <w:rPr>
          <w:rFonts w:eastAsia="Calibri" w:cs="Times New Roman"/>
          <w:b/>
          <w:lang w:eastAsia="cs-CZ"/>
        </w:rPr>
        <w:t>:</w:t>
      </w:r>
    </w:p>
    <w:p w:rsidR="00272C4C" w:rsidRPr="009A2E99" w:rsidRDefault="00272C4C" w:rsidP="00272C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2E99">
        <w:rPr>
          <w:rFonts w:eastAsia="Calibri" w:cs="Times New Roman"/>
          <w:lang w:eastAsia="cs-CZ"/>
        </w:rPr>
        <w:t>Vzhledem k velké provázanosti staveb "Výstavba železniční zastávky Pardubice centrum" a "Modernizace železničního uzlu Pardubice", Vás tímto žádáme o zajištění organizované prohlídky místa plnění dle článku 10.1. Výzvy k podání nabídky z důvodu koordinace stavebních postupů.</w:t>
      </w:r>
    </w:p>
    <w:p w:rsidR="00272C4C" w:rsidRPr="0056277F" w:rsidRDefault="00272C4C" w:rsidP="00272C4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272C4C" w:rsidRPr="0056277F" w:rsidRDefault="00272C4C" w:rsidP="00272C4C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272C4C" w:rsidRPr="009A2E99" w:rsidRDefault="00272C4C" w:rsidP="00272C4C">
      <w:pPr>
        <w:spacing w:after="0" w:line="240" w:lineRule="auto"/>
        <w:rPr>
          <w:rFonts w:eastAsia="Calibri" w:cs="Times New Roman"/>
          <w:b/>
          <w:lang w:eastAsia="cs-CZ"/>
        </w:rPr>
      </w:pPr>
      <w:r w:rsidRPr="009A2E99">
        <w:rPr>
          <w:rFonts w:eastAsia="Calibri" w:cs="Times New Roman"/>
          <w:b/>
          <w:lang w:eastAsia="cs-CZ"/>
        </w:rPr>
        <w:t>Dotaz č. 6:</w:t>
      </w:r>
    </w:p>
    <w:p w:rsidR="00272C4C" w:rsidRPr="009A2E99" w:rsidRDefault="00272C4C" w:rsidP="00272C4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2E99">
        <w:rPr>
          <w:rFonts w:eastAsia="Calibri" w:cs="Times New Roman"/>
          <w:lang w:eastAsia="cs-CZ"/>
        </w:rPr>
        <w:t>Při zpracování cenové nabídky zjišťujeme, že dochází k velké provázanosti této stavby "Výstavba železniční zastávky Pardubice centrum" se stavbou "Modernizace železničního uzlu Pardubice". Z tohoto důvodu Vás žádáme o zajištění organizované prohlídky místa plnění dle čl. 10.1. Výzvy k podání nabídky z důvodu koordinace stavebních postupů.</w:t>
      </w:r>
    </w:p>
    <w:p w:rsidR="00272C4C" w:rsidRDefault="00272C4C" w:rsidP="00272C4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F6A69" w:rsidRPr="00CB7B5A" w:rsidRDefault="006F6A69" w:rsidP="00272C4C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  <w:bookmarkStart w:id="2" w:name="_GoBack"/>
      <w:bookmarkEnd w:id="2"/>
    </w:p>
    <w:p w:rsidR="009240B2" w:rsidRPr="00CB7B5A" w:rsidRDefault="009240B2" w:rsidP="009240B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Odpověď</w:t>
      </w:r>
      <w:r>
        <w:rPr>
          <w:rFonts w:eastAsia="Calibri" w:cs="Times New Roman"/>
          <w:b/>
          <w:lang w:eastAsia="cs-CZ"/>
        </w:rPr>
        <w:t xml:space="preserve"> na Dotazy č. 5 a č. 6</w:t>
      </w:r>
      <w:r w:rsidRPr="00CB7B5A">
        <w:rPr>
          <w:rFonts w:eastAsia="Calibri" w:cs="Times New Roman"/>
          <w:b/>
          <w:lang w:eastAsia="cs-CZ"/>
        </w:rPr>
        <w:t xml:space="preserve">: </w:t>
      </w:r>
    </w:p>
    <w:p w:rsidR="00CB7B5A" w:rsidRPr="009240B2" w:rsidRDefault="009240B2" w:rsidP="009240B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9240B2">
        <w:rPr>
          <w:rFonts w:eastAsia="Calibri" w:cs="Times New Roman"/>
          <w:lang w:eastAsia="cs-CZ"/>
        </w:rPr>
        <w:t>Zadavatel na základě požadavků uchazečů umožní prohlídku místa plnění. Prohlídka místa plnění se uskuteční v pondělí 17. 7. 2023. Sraz účastníků v pondělí 17. 7. 2023 v 9:00 před podchodem pod železniční tratí ulice Sladkovského, Pardubice.</w:t>
      </w:r>
    </w:p>
    <w:p w:rsidR="00E22A82" w:rsidRDefault="00E22A82" w:rsidP="001A7BA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9240B2" w:rsidRDefault="009240B2" w:rsidP="001A7BA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A7BAA" w:rsidRPr="00396E8C" w:rsidRDefault="001A7BAA" w:rsidP="001A7BA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183B90" w:rsidRPr="00CB7B5A" w:rsidRDefault="00183B90" w:rsidP="00183B90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83B90" w:rsidRPr="00CB7B5A" w:rsidRDefault="00183B90" w:rsidP="00183B90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183B90" w:rsidRPr="00CB7B5A" w:rsidRDefault="00183B90" w:rsidP="00183B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72E5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DC4D7D" w:rsidRDefault="00CB7B5A" w:rsidP="00DC4D7D">
      <w:pPr>
        <w:spacing w:after="0" w:line="240" w:lineRule="auto"/>
        <w:rPr>
          <w:rFonts w:eastAsia="Calibri" w:cs="Times New Roman"/>
          <w:bCs/>
          <w:lang w:eastAsia="cs-CZ"/>
        </w:rPr>
      </w:pPr>
      <w:r w:rsidRPr="00EB0170">
        <w:rPr>
          <w:rFonts w:eastAsia="Calibri" w:cs="Times New Roman"/>
          <w:b/>
          <w:bCs/>
          <w:lang w:eastAsia="cs-CZ"/>
        </w:rPr>
        <w:t>Příloha:</w:t>
      </w:r>
      <w:r w:rsidR="00DC4D7D">
        <w:rPr>
          <w:rFonts w:eastAsia="Calibri" w:cs="Times New Roman"/>
          <w:b/>
          <w:bCs/>
          <w:lang w:eastAsia="cs-CZ"/>
        </w:rPr>
        <w:tab/>
      </w:r>
      <w:r w:rsidR="00DC4D7D" w:rsidRPr="00DC4D7D">
        <w:rPr>
          <w:rFonts w:eastAsia="Calibri" w:cs="Times New Roman"/>
          <w:bCs/>
          <w:lang w:eastAsia="cs-CZ"/>
        </w:rPr>
        <w:t>XDC_Pardubice_centrum_zm01_20230711.xml</w:t>
      </w:r>
    </w:p>
    <w:p w:rsidR="00DC4D7D" w:rsidRDefault="00DC4D7D" w:rsidP="00DC4D7D">
      <w:pPr>
        <w:spacing w:after="0" w:line="240" w:lineRule="auto"/>
        <w:rPr>
          <w:rFonts w:eastAsia="Calibri" w:cs="Times New Roman"/>
          <w:bCs/>
          <w:lang w:eastAsia="cs-CZ"/>
        </w:rPr>
      </w:pPr>
      <w:r w:rsidRPr="00DC4D7D">
        <w:rPr>
          <w:rFonts w:eastAsia="Calibri" w:cs="Times New Roman"/>
          <w:bCs/>
          <w:lang w:eastAsia="cs-CZ"/>
        </w:rPr>
        <w:tab/>
      </w:r>
      <w:r w:rsidRPr="00DC4D7D">
        <w:rPr>
          <w:rFonts w:eastAsia="Calibri" w:cs="Times New Roman"/>
          <w:bCs/>
          <w:lang w:eastAsia="cs-CZ"/>
        </w:rPr>
        <w:tab/>
      </w:r>
      <w:r w:rsidR="009240B2" w:rsidRPr="009240B2">
        <w:rPr>
          <w:rFonts w:eastAsia="Calibri" w:cs="Times New Roman"/>
          <w:bCs/>
          <w:lang w:eastAsia="cs-CZ"/>
        </w:rPr>
        <w:t>XDC_Pardubice_centrum_zm02_20230712</w:t>
      </w:r>
      <w:r w:rsidR="009240B2">
        <w:rPr>
          <w:rFonts w:eastAsia="Calibri" w:cs="Times New Roman"/>
          <w:bCs/>
          <w:lang w:eastAsia="cs-CZ"/>
        </w:rPr>
        <w:t>.xml</w:t>
      </w:r>
    </w:p>
    <w:p w:rsidR="00272C4C" w:rsidRDefault="00272C4C" w:rsidP="00DC4D7D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  <w:r>
        <w:rPr>
          <w:rFonts w:eastAsia="Calibri" w:cs="Times New Roman"/>
          <w:bCs/>
          <w:lang w:eastAsia="cs-CZ"/>
        </w:rPr>
        <w:tab/>
      </w:r>
      <w:r w:rsidR="009240B2" w:rsidRPr="009240B2">
        <w:rPr>
          <w:rFonts w:eastAsia="Calibri" w:cs="Times New Roman"/>
          <w:bCs/>
          <w:lang w:eastAsia="cs-CZ"/>
        </w:rPr>
        <w:t>XLS_Pardubice_centrum_zm01_20230711</w:t>
      </w:r>
      <w:r w:rsidR="009240B2">
        <w:rPr>
          <w:rFonts w:eastAsia="Calibri" w:cs="Times New Roman"/>
          <w:bCs/>
          <w:lang w:eastAsia="cs-CZ"/>
        </w:rPr>
        <w:t>.xlsx</w:t>
      </w:r>
    </w:p>
    <w:p w:rsidR="00EB0170" w:rsidRPr="00DC4D7D" w:rsidRDefault="00EB0170" w:rsidP="00DC4D7D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ab/>
      </w:r>
      <w:r>
        <w:rPr>
          <w:rFonts w:eastAsia="Calibri" w:cs="Times New Roman"/>
          <w:bCs/>
          <w:lang w:eastAsia="cs-CZ"/>
        </w:rPr>
        <w:tab/>
      </w:r>
      <w:r w:rsidR="009240B2" w:rsidRPr="009240B2">
        <w:rPr>
          <w:rFonts w:eastAsia="Calibri" w:cs="Times New Roman"/>
          <w:bCs/>
          <w:lang w:eastAsia="cs-CZ"/>
        </w:rPr>
        <w:t>XLS_Pardubice_centrum_zm02_20230712</w:t>
      </w:r>
      <w:r w:rsidR="009240B2">
        <w:rPr>
          <w:rFonts w:eastAsia="Calibri" w:cs="Times New Roman"/>
          <w:bCs/>
          <w:lang w:eastAsia="cs-CZ"/>
        </w:rPr>
        <w:t>.xlsx</w:t>
      </w:r>
    </w:p>
    <w:p w:rsidR="00DC4D7D" w:rsidRPr="001A7BAA" w:rsidRDefault="00DC4D7D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color w:val="FF0000"/>
          <w:lang w:eastAsia="cs-CZ"/>
        </w:rPr>
      </w:pPr>
    </w:p>
    <w:p w:rsidR="001A7BAA" w:rsidRPr="00CB7B5A" w:rsidRDefault="001A7BA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45089A">
        <w:rPr>
          <w:rFonts w:eastAsia="Calibri" w:cs="Times New Roman"/>
          <w:lang w:eastAsia="cs-CZ"/>
        </w:rPr>
        <w:t>13. 7. 2023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7BAA" w:rsidRDefault="001A7BA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A7BAA" w:rsidRDefault="001A7BA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36F75" w:rsidRPr="00CB7B5A" w:rsidRDefault="00336F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53C" w:rsidRDefault="005D353C" w:rsidP="00962258">
      <w:pPr>
        <w:spacing w:after="0" w:line="240" w:lineRule="auto"/>
      </w:pPr>
      <w:r>
        <w:separator/>
      </w:r>
    </w:p>
  </w:endnote>
  <w:endnote w:type="continuationSeparator" w:id="0">
    <w:p w:rsidR="005D353C" w:rsidRDefault="005D35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A6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6A6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F0E55F" wp14:editId="0F9C3E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097A4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81CA85E" wp14:editId="7E74093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5F55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F6A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F6A6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A0AF79C" wp14:editId="51C9F4F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52FF20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BC8552B" wp14:editId="5F78227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5D57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53C" w:rsidRDefault="005D353C" w:rsidP="00962258">
      <w:pPr>
        <w:spacing w:after="0" w:line="240" w:lineRule="auto"/>
      </w:pPr>
      <w:r>
        <w:separator/>
      </w:r>
    </w:p>
  </w:footnote>
  <w:footnote w:type="continuationSeparator" w:id="0">
    <w:p w:rsidR="005D353C" w:rsidRDefault="005D35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49298E9" wp14:editId="47010E5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E8F13F1" wp14:editId="21FCC83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9999A47" wp14:editId="14C08DC2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446FC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93699"/>
    <w:rsid w:val="00095589"/>
    <w:rsid w:val="000B1153"/>
    <w:rsid w:val="000B6C7E"/>
    <w:rsid w:val="000B7907"/>
    <w:rsid w:val="000C0429"/>
    <w:rsid w:val="000C45E8"/>
    <w:rsid w:val="00114472"/>
    <w:rsid w:val="00170EC5"/>
    <w:rsid w:val="001747C1"/>
    <w:rsid w:val="00183B90"/>
    <w:rsid w:val="0018596A"/>
    <w:rsid w:val="001A7BAA"/>
    <w:rsid w:val="001B69C2"/>
    <w:rsid w:val="001C4DA0"/>
    <w:rsid w:val="00207DF5"/>
    <w:rsid w:val="00267369"/>
    <w:rsid w:val="0026785D"/>
    <w:rsid w:val="00272C4C"/>
    <w:rsid w:val="002B6770"/>
    <w:rsid w:val="002C31BF"/>
    <w:rsid w:val="002E0CD7"/>
    <w:rsid w:val="002F026B"/>
    <w:rsid w:val="00336EFD"/>
    <w:rsid w:val="00336F75"/>
    <w:rsid w:val="00357BC6"/>
    <w:rsid w:val="0037111D"/>
    <w:rsid w:val="003956C6"/>
    <w:rsid w:val="003C5BE7"/>
    <w:rsid w:val="003E6B9A"/>
    <w:rsid w:val="003E75CE"/>
    <w:rsid w:val="0041380F"/>
    <w:rsid w:val="0045089A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5BB4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D353C"/>
    <w:rsid w:val="005D4D4E"/>
    <w:rsid w:val="006104F6"/>
    <w:rsid w:val="0061068E"/>
    <w:rsid w:val="00660AD3"/>
    <w:rsid w:val="006A5570"/>
    <w:rsid w:val="006A689C"/>
    <w:rsid w:val="006B3D79"/>
    <w:rsid w:val="006C1FF1"/>
    <w:rsid w:val="006C286A"/>
    <w:rsid w:val="006E0578"/>
    <w:rsid w:val="006E314D"/>
    <w:rsid w:val="006E7F06"/>
    <w:rsid w:val="006F6A69"/>
    <w:rsid w:val="00710723"/>
    <w:rsid w:val="00712B51"/>
    <w:rsid w:val="00723ED1"/>
    <w:rsid w:val="00732027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564B"/>
    <w:rsid w:val="00807DD0"/>
    <w:rsid w:val="00813F11"/>
    <w:rsid w:val="00891334"/>
    <w:rsid w:val="008A14C0"/>
    <w:rsid w:val="008A3568"/>
    <w:rsid w:val="008C0E66"/>
    <w:rsid w:val="008D03B9"/>
    <w:rsid w:val="008F18D6"/>
    <w:rsid w:val="00904780"/>
    <w:rsid w:val="009113A8"/>
    <w:rsid w:val="00922385"/>
    <w:rsid w:val="009223DF"/>
    <w:rsid w:val="009240B2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0079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03EF1"/>
    <w:rsid w:val="00C30759"/>
    <w:rsid w:val="00C44F6A"/>
    <w:rsid w:val="00C46318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38B9"/>
    <w:rsid w:val="00DA6FFE"/>
    <w:rsid w:val="00DC3110"/>
    <w:rsid w:val="00DC4D7D"/>
    <w:rsid w:val="00DD46F3"/>
    <w:rsid w:val="00DD58A6"/>
    <w:rsid w:val="00DE56F2"/>
    <w:rsid w:val="00DF116D"/>
    <w:rsid w:val="00E22A82"/>
    <w:rsid w:val="00E824F1"/>
    <w:rsid w:val="00EB0170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4AB383"/>
  <w14:defaultImageDpi w14:val="32767"/>
  <w15:docId w15:val="{7D5046D8-13CE-46B0-84D0-B6E312482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C1FF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57EEF0-FA79-4941-B08C-B01FE5A8C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39</TotalTime>
  <Pages>3</Pages>
  <Words>1006</Words>
  <Characters>5940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11</cp:revision>
  <cp:lastPrinted>2019-02-22T13:28:00Z</cp:lastPrinted>
  <dcterms:created xsi:type="dcterms:W3CDTF">2023-07-11T10:37:00Z</dcterms:created>
  <dcterms:modified xsi:type="dcterms:W3CDTF">2023-07-13T09:04:00Z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